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1F7" w:rsidRDefault="003D21F7" w:rsidP="003C57C7">
      <w:pPr>
        <w:ind w:firstLine="5040"/>
        <w:rPr>
          <w:sz w:val="26"/>
          <w:lang w:val="uk-UA"/>
        </w:rPr>
      </w:pPr>
      <w:r>
        <w:rPr>
          <w:sz w:val="26"/>
          <w:lang w:val="uk-UA"/>
        </w:rPr>
        <w:t>Додаток 2 (до пункту 2)</w:t>
      </w:r>
    </w:p>
    <w:p w:rsidR="003D21F7" w:rsidRPr="00F555BD" w:rsidRDefault="003D21F7" w:rsidP="003C57C7">
      <w:pPr>
        <w:ind w:firstLine="5040"/>
        <w:rPr>
          <w:sz w:val="26"/>
          <w:lang w:val="uk-UA"/>
        </w:rPr>
      </w:pPr>
      <w:r w:rsidRPr="00F555BD">
        <w:rPr>
          <w:sz w:val="26"/>
          <w:lang w:val="uk-UA"/>
        </w:rPr>
        <w:t>ЗАТВЕРДЖЕНО</w:t>
      </w:r>
    </w:p>
    <w:p w:rsidR="003D21F7" w:rsidRDefault="003D21F7" w:rsidP="003C57C7">
      <w:pPr>
        <w:ind w:firstLine="5040"/>
        <w:jc w:val="both"/>
        <w:rPr>
          <w:sz w:val="26"/>
          <w:lang w:val="uk-UA"/>
        </w:rPr>
      </w:pPr>
      <w:r w:rsidRPr="00F555BD">
        <w:rPr>
          <w:sz w:val="26"/>
          <w:lang w:val="uk-UA"/>
        </w:rPr>
        <w:t>Рішення</w:t>
      </w:r>
      <w:r>
        <w:rPr>
          <w:sz w:val="26"/>
          <w:lang w:val="uk-UA"/>
        </w:rPr>
        <w:t xml:space="preserve"> конкурсної комісії з</w:t>
      </w:r>
    </w:p>
    <w:p w:rsidR="003D21F7" w:rsidRDefault="003D21F7" w:rsidP="003C57C7">
      <w:pPr>
        <w:jc w:val="both"/>
        <w:rPr>
          <w:sz w:val="26"/>
          <w:lang w:val="uk-UA"/>
        </w:rPr>
      </w:pPr>
      <w:r>
        <w:rPr>
          <w:sz w:val="26"/>
          <w:lang w:val="uk-UA"/>
        </w:rPr>
        <w:t xml:space="preserve">                                                                              розгляду конкурсних пропозицій, </w:t>
      </w:r>
    </w:p>
    <w:p w:rsidR="003D21F7" w:rsidRDefault="003D21F7" w:rsidP="003C57C7">
      <w:pPr>
        <w:ind w:left="5040"/>
        <w:jc w:val="both"/>
        <w:rPr>
          <w:sz w:val="26"/>
          <w:lang w:val="uk-UA"/>
        </w:rPr>
      </w:pPr>
      <w:r>
        <w:rPr>
          <w:sz w:val="26"/>
          <w:lang w:val="uk-UA"/>
        </w:rPr>
        <w:t>поданих громадськими об</w:t>
      </w:r>
      <w:r>
        <w:rPr>
          <w:sz w:val="26"/>
          <w:lang w:val="en-US"/>
        </w:rPr>
        <w:t>’</w:t>
      </w:r>
      <w:r>
        <w:rPr>
          <w:sz w:val="26"/>
          <w:lang w:val="uk-UA"/>
        </w:rPr>
        <w:t>єднаннями ветеранів для участі у конкурсі з визначення програм (проектів, заходів) для реалізації яких надається фінансова підтримка.</w:t>
      </w:r>
    </w:p>
    <w:p w:rsidR="003D21F7" w:rsidRDefault="003D21F7" w:rsidP="003B2125">
      <w:pPr>
        <w:rPr>
          <w:b/>
          <w:sz w:val="28"/>
          <w:szCs w:val="28"/>
          <w:lang w:val="uk-UA"/>
        </w:rPr>
      </w:pPr>
      <w:r>
        <w:rPr>
          <w:sz w:val="26"/>
          <w:lang w:val="uk-UA"/>
        </w:rPr>
        <w:t xml:space="preserve">                                                                              22 січня 2019 року № 1</w:t>
      </w:r>
    </w:p>
    <w:p w:rsidR="003D21F7" w:rsidRDefault="003D21F7" w:rsidP="00612D44">
      <w:pPr>
        <w:jc w:val="center"/>
        <w:rPr>
          <w:b/>
          <w:sz w:val="28"/>
          <w:szCs w:val="28"/>
          <w:lang w:val="uk-UA"/>
        </w:rPr>
      </w:pPr>
    </w:p>
    <w:p w:rsidR="003D21F7" w:rsidRPr="006F6E11" w:rsidRDefault="003D21F7" w:rsidP="00612D44">
      <w:pPr>
        <w:jc w:val="center"/>
        <w:rPr>
          <w:b/>
          <w:sz w:val="28"/>
          <w:szCs w:val="28"/>
          <w:lang w:val="uk-UA"/>
        </w:rPr>
      </w:pPr>
      <w:r w:rsidRPr="006F6E11">
        <w:rPr>
          <w:b/>
          <w:sz w:val="28"/>
          <w:szCs w:val="28"/>
          <w:lang w:val="uk-UA"/>
        </w:rPr>
        <w:t>ЗАЯВ</w:t>
      </w:r>
      <w:r>
        <w:rPr>
          <w:b/>
          <w:sz w:val="28"/>
          <w:szCs w:val="28"/>
          <w:lang w:val="uk-UA"/>
        </w:rPr>
        <w:t>А</w:t>
      </w:r>
    </w:p>
    <w:p w:rsidR="003D21F7" w:rsidRPr="006F6E11" w:rsidRDefault="003D21F7" w:rsidP="00612D44">
      <w:pPr>
        <w:jc w:val="center"/>
        <w:rPr>
          <w:b/>
          <w:sz w:val="28"/>
          <w:szCs w:val="28"/>
          <w:lang w:val="uk-UA"/>
        </w:rPr>
      </w:pPr>
      <w:r w:rsidRPr="006F6E11">
        <w:rPr>
          <w:b/>
          <w:sz w:val="28"/>
          <w:szCs w:val="28"/>
          <w:lang w:val="uk-UA"/>
        </w:rPr>
        <w:t xml:space="preserve">про участь у конкурсі з визначення програм (проектів, заходів), розроблених </w:t>
      </w:r>
      <w:r>
        <w:rPr>
          <w:b/>
          <w:sz w:val="28"/>
          <w:szCs w:val="28"/>
          <w:lang w:val="uk-UA"/>
        </w:rPr>
        <w:t>обласними</w:t>
      </w:r>
      <w:r w:rsidRPr="006F6E11">
        <w:rPr>
          <w:b/>
          <w:sz w:val="28"/>
          <w:szCs w:val="28"/>
          <w:lang w:val="uk-UA"/>
        </w:rPr>
        <w:t xml:space="preserve"> громадськими об’єднаннями ветеранів</w:t>
      </w:r>
      <w:r>
        <w:rPr>
          <w:b/>
          <w:sz w:val="28"/>
          <w:szCs w:val="28"/>
          <w:lang w:val="uk-UA"/>
        </w:rPr>
        <w:t xml:space="preserve"> </w:t>
      </w:r>
      <w:r w:rsidRPr="007E0ABE">
        <w:rPr>
          <w:b/>
          <w:bCs/>
          <w:sz w:val="28"/>
          <w:szCs w:val="28"/>
          <w:lang w:val="uk-UA"/>
        </w:rPr>
        <w:t>та осіб, які постраждали внаслідок Чорнобильської катастрофи</w:t>
      </w:r>
      <w:r w:rsidRPr="006F6E11">
        <w:rPr>
          <w:b/>
          <w:sz w:val="28"/>
          <w:szCs w:val="28"/>
          <w:lang w:val="uk-UA"/>
        </w:rPr>
        <w:t>, для виконання (реалізації) яких надається фінансова підтримка</w:t>
      </w:r>
    </w:p>
    <w:p w:rsidR="003D21F7" w:rsidRPr="006F6E11" w:rsidRDefault="003D21F7" w:rsidP="00612D44">
      <w:pPr>
        <w:jc w:val="center"/>
        <w:rPr>
          <w:b/>
          <w:sz w:val="28"/>
          <w:szCs w:val="28"/>
          <w:lang w:val="uk-UA"/>
        </w:rPr>
      </w:pPr>
    </w:p>
    <w:p w:rsidR="003D21F7" w:rsidRPr="006F6E11" w:rsidRDefault="003D21F7" w:rsidP="00612D44">
      <w:pPr>
        <w:jc w:val="center"/>
        <w:rPr>
          <w:b/>
          <w:sz w:val="28"/>
          <w:szCs w:val="28"/>
          <w:lang w:val="uk-UA"/>
        </w:rPr>
      </w:pPr>
    </w:p>
    <w:p w:rsidR="003D21F7" w:rsidRPr="006F6E11" w:rsidRDefault="003D21F7" w:rsidP="00612D44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3D21F7" w:rsidRPr="006F6E11" w:rsidTr="00D01E95">
        <w:tc>
          <w:tcPr>
            <w:tcW w:w="4785" w:type="dxa"/>
          </w:tcPr>
          <w:p w:rsidR="003D21F7" w:rsidRPr="00D01E95" w:rsidRDefault="003D21F7" w:rsidP="00D01E95">
            <w:pPr>
              <w:spacing w:after="120"/>
              <w:rPr>
                <w:sz w:val="26"/>
                <w:szCs w:val="26"/>
                <w:lang w:val="uk-UA"/>
              </w:rPr>
            </w:pPr>
            <w:r w:rsidRPr="00D01E95">
              <w:rPr>
                <w:sz w:val="26"/>
                <w:szCs w:val="26"/>
                <w:lang w:val="uk-UA"/>
              </w:rPr>
              <w:t>Дата реєстрації заяви</w:t>
            </w:r>
          </w:p>
        </w:tc>
        <w:tc>
          <w:tcPr>
            <w:tcW w:w="4786" w:type="dxa"/>
          </w:tcPr>
          <w:p w:rsidR="003D21F7" w:rsidRPr="00D01E95" w:rsidRDefault="003D21F7" w:rsidP="00D01E95">
            <w:pPr>
              <w:spacing w:after="12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3D21F7" w:rsidRPr="006F6E11" w:rsidTr="00D01E95">
        <w:tc>
          <w:tcPr>
            <w:tcW w:w="4785" w:type="dxa"/>
          </w:tcPr>
          <w:p w:rsidR="003D21F7" w:rsidRPr="00D01E95" w:rsidRDefault="003D21F7" w:rsidP="00D01E95">
            <w:pPr>
              <w:spacing w:after="120"/>
              <w:rPr>
                <w:sz w:val="26"/>
                <w:szCs w:val="26"/>
                <w:lang w:val="uk-UA"/>
              </w:rPr>
            </w:pPr>
            <w:r w:rsidRPr="00D01E95">
              <w:rPr>
                <w:sz w:val="26"/>
                <w:szCs w:val="26"/>
                <w:lang w:val="uk-UA"/>
              </w:rPr>
              <w:t>Реєстраційний номер</w:t>
            </w:r>
          </w:p>
        </w:tc>
        <w:tc>
          <w:tcPr>
            <w:tcW w:w="4786" w:type="dxa"/>
          </w:tcPr>
          <w:p w:rsidR="003D21F7" w:rsidRPr="00D01E95" w:rsidRDefault="003D21F7" w:rsidP="00D01E95">
            <w:pPr>
              <w:spacing w:after="120"/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3D21F7" w:rsidRPr="006F6E11" w:rsidRDefault="003D21F7" w:rsidP="00612D44">
      <w:pPr>
        <w:spacing w:before="120" w:after="240" w:line="240" w:lineRule="auto"/>
        <w:jc w:val="center"/>
        <w:rPr>
          <w:lang w:val="uk-UA"/>
        </w:rPr>
      </w:pPr>
      <w:r w:rsidRPr="006F6E11">
        <w:rPr>
          <w:lang w:val="uk-UA"/>
        </w:rPr>
        <w:t>(заповнює посадова особа організатора конкурсу)</w:t>
      </w:r>
    </w:p>
    <w:p w:rsidR="003D21F7" w:rsidRDefault="003D21F7" w:rsidP="00612D44">
      <w:pPr>
        <w:spacing w:before="120" w:after="240" w:line="240" w:lineRule="auto"/>
        <w:jc w:val="center"/>
        <w:rPr>
          <w:sz w:val="28"/>
          <w:szCs w:val="28"/>
          <w:lang w:val="uk-UA"/>
        </w:rPr>
      </w:pPr>
    </w:p>
    <w:p w:rsidR="003D21F7" w:rsidRPr="006F6E11" w:rsidRDefault="003D21F7" w:rsidP="00612D44">
      <w:pPr>
        <w:spacing w:before="120" w:after="240" w:line="240" w:lineRule="auto"/>
        <w:jc w:val="center"/>
        <w:rPr>
          <w:sz w:val="28"/>
          <w:szCs w:val="28"/>
          <w:lang w:val="uk-UA"/>
        </w:rPr>
      </w:pPr>
    </w:p>
    <w:p w:rsidR="003D21F7" w:rsidRPr="006F6E11" w:rsidRDefault="003D21F7" w:rsidP="00612D44">
      <w:pPr>
        <w:spacing w:before="120" w:after="240" w:line="240" w:lineRule="auto"/>
        <w:jc w:val="center"/>
        <w:rPr>
          <w:sz w:val="28"/>
          <w:szCs w:val="28"/>
          <w:lang w:val="uk-UA"/>
        </w:rPr>
      </w:pPr>
      <w:r w:rsidRPr="006F6E11">
        <w:rPr>
          <w:sz w:val="28"/>
          <w:szCs w:val="28"/>
          <w:lang w:val="uk-UA"/>
        </w:rPr>
        <w:t>ЗАЯВА</w:t>
      </w:r>
      <w:r w:rsidRPr="006F6E11">
        <w:rPr>
          <w:sz w:val="28"/>
          <w:szCs w:val="28"/>
          <w:lang w:val="uk-UA"/>
        </w:rPr>
        <w:br/>
        <w:t xml:space="preserve">про участь у конкурсі з визначення програм (проектів, заходів), розроблених </w:t>
      </w:r>
      <w:r>
        <w:rPr>
          <w:sz w:val="28"/>
          <w:szCs w:val="28"/>
          <w:lang w:val="uk-UA"/>
        </w:rPr>
        <w:t>обласними</w:t>
      </w:r>
      <w:r w:rsidRPr="006F6E11">
        <w:rPr>
          <w:sz w:val="28"/>
          <w:szCs w:val="28"/>
          <w:lang w:val="uk-UA"/>
        </w:rPr>
        <w:t xml:space="preserve"> громадськими об’єднаннями ветеранів</w:t>
      </w:r>
      <w:r>
        <w:rPr>
          <w:sz w:val="28"/>
          <w:szCs w:val="28"/>
          <w:lang w:val="uk-UA"/>
        </w:rPr>
        <w:t xml:space="preserve"> </w:t>
      </w:r>
      <w:r w:rsidRPr="007E0ABE">
        <w:rPr>
          <w:bCs/>
          <w:sz w:val="28"/>
          <w:szCs w:val="28"/>
          <w:lang w:val="uk-UA"/>
        </w:rPr>
        <w:t>та осіб, які постраждали внаслідок Чорнобильської катастрофи</w:t>
      </w:r>
      <w:r w:rsidRPr="006F6E11">
        <w:rPr>
          <w:sz w:val="28"/>
          <w:szCs w:val="28"/>
          <w:lang w:val="uk-UA"/>
        </w:rPr>
        <w:t>, для виконання (реалізації) яких надається фінансова підтримка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9"/>
        <w:gridCol w:w="5403"/>
        <w:gridCol w:w="3775"/>
      </w:tblGrid>
      <w:tr w:rsidR="003D21F7" w:rsidRPr="006F6E11" w:rsidTr="00D01E95">
        <w:tc>
          <w:tcPr>
            <w:tcW w:w="569" w:type="dxa"/>
          </w:tcPr>
          <w:p w:rsidR="003D21F7" w:rsidRPr="00D01E95" w:rsidRDefault="003D21F7" w:rsidP="00D01E95">
            <w:pPr>
              <w:ind w:left="-20"/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403" w:type="dxa"/>
          </w:tcPr>
          <w:p w:rsidR="003D21F7" w:rsidRPr="00D01E95" w:rsidRDefault="003D21F7" w:rsidP="00B25249">
            <w:pPr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Найменування громадського об’єднання відповідно до статуту та його статус</w:t>
            </w:r>
          </w:p>
        </w:tc>
        <w:tc>
          <w:tcPr>
            <w:tcW w:w="3775" w:type="dxa"/>
          </w:tcPr>
          <w:p w:rsidR="003D21F7" w:rsidRPr="00D01E95" w:rsidRDefault="003D21F7" w:rsidP="00D01E9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21F7" w:rsidRPr="006F6E11" w:rsidTr="00D01E95">
        <w:tc>
          <w:tcPr>
            <w:tcW w:w="569" w:type="dxa"/>
          </w:tcPr>
          <w:p w:rsidR="003D21F7" w:rsidRPr="00D01E95" w:rsidRDefault="003D21F7" w:rsidP="00D01E95">
            <w:pPr>
              <w:ind w:left="-20"/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403" w:type="dxa"/>
          </w:tcPr>
          <w:p w:rsidR="003D21F7" w:rsidRPr="00D01E95" w:rsidRDefault="003D21F7" w:rsidP="00B25249">
            <w:pPr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Назва програми (проекту, заходу)</w:t>
            </w:r>
          </w:p>
        </w:tc>
        <w:tc>
          <w:tcPr>
            <w:tcW w:w="3775" w:type="dxa"/>
          </w:tcPr>
          <w:p w:rsidR="003D21F7" w:rsidRPr="00D01E95" w:rsidRDefault="003D21F7" w:rsidP="00D01E9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21F7" w:rsidRPr="006F6E11" w:rsidTr="00D01E95">
        <w:tc>
          <w:tcPr>
            <w:tcW w:w="569" w:type="dxa"/>
          </w:tcPr>
          <w:p w:rsidR="003D21F7" w:rsidRPr="00D01E95" w:rsidRDefault="003D21F7" w:rsidP="00D01E95">
            <w:pPr>
              <w:ind w:left="-20"/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403" w:type="dxa"/>
          </w:tcPr>
          <w:p w:rsidR="003D21F7" w:rsidRPr="00D01E95" w:rsidRDefault="003D21F7" w:rsidP="00B25249">
            <w:pPr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Пріоритетне завдання, на розв’язання якого спрямована програма (проект, захід) (словами, зазначити тільки одне)</w:t>
            </w:r>
          </w:p>
        </w:tc>
        <w:tc>
          <w:tcPr>
            <w:tcW w:w="3775" w:type="dxa"/>
          </w:tcPr>
          <w:p w:rsidR="003D21F7" w:rsidRPr="00D01E95" w:rsidRDefault="003D21F7" w:rsidP="00D01E9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21F7" w:rsidRPr="006F6E11" w:rsidTr="00D01E95">
        <w:tc>
          <w:tcPr>
            <w:tcW w:w="569" w:type="dxa"/>
          </w:tcPr>
          <w:p w:rsidR="003D21F7" w:rsidRPr="00D01E95" w:rsidRDefault="003D21F7" w:rsidP="00D01E95">
            <w:pPr>
              <w:ind w:left="-20"/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403" w:type="dxa"/>
          </w:tcPr>
          <w:p w:rsidR="003D21F7" w:rsidRPr="00D01E95" w:rsidRDefault="003D21F7" w:rsidP="00B25249">
            <w:pPr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 xml:space="preserve">Загальна сума кошторису з урахуванням співфінансування </w:t>
            </w:r>
            <w:r w:rsidRPr="00D01E95">
              <w:rPr>
                <w:i/>
                <w:sz w:val="24"/>
                <w:szCs w:val="24"/>
                <w:lang w:val="uk-UA"/>
              </w:rPr>
              <w:t>(пункт 5 + пункт 6.2.)</w:t>
            </w:r>
          </w:p>
        </w:tc>
        <w:tc>
          <w:tcPr>
            <w:tcW w:w="3775" w:type="dxa"/>
          </w:tcPr>
          <w:p w:rsidR="003D21F7" w:rsidRPr="00D01E95" w:rsidRDefault="003D21F7" w:rsidP="00D01E9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21F7" w:rsidRPr="006F6E11" w:rsidTr="00D01E95">
        <w:tc>
          <w:tcPr>
            <w:tcW w:w="569" w:type="dxa"/>
          </w:tcPr>
          <w:p w:rsidR="003D21F7" w:rsidRPr="00D01E95" w:rsidRDefault="003D21F7" w:rsidP="00D01E95">
            <w:pPr>
              <w:ind w:left="-20"/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5403" w:type="dxa"/>
          </w:tcPr>
          <w:p w:rsidR="003D21F7" w:rsidRPr="00D01E95" w:rsidRDefault="003D21F7" w:rsidP="00B25249">
            <w:pPr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Загальна сума на програму (проект, захід) з урахуванням співфінансування</w:t>
            </w:r>
          </w:p>
        </w:tc>
        <w:tc>
          <w:tcPr>
            <w:tcW w:w="3775" w:type="dxa"/>
          </w:tcPr>
          <w:p w:rsidR="003D21F7" w:rsidRPr="00D01E95" w:rsidRDefault="003D21F7" w:rsidP="00D01E9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21F7" w:rsidRPr="006F6E11" w:rsidTr="00D01E95">
        <w:trPr>
          <w:trHeight w:val="301"/>
        </w:trPr>
        <w:tc>
          <w:tcPr>
            <w:tcW w:w="569" w:type="dxa"/>
          </w:tcPr>
          <w:p w:rsidR="003D21F7" w:rsidRPr="00D01E95" w:rsidRDefault="003D21F7" w:rsidP="00D01E95">
            <w:pPr>
              <w:ind w:left="-20"/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5.1.</w:t>
            </w:r>
          </w:p>
        </w:tc>
        <w:tc>
          <w:tcPr>
            <w:tcW w:w="5403" w:type="dxa"/>
          </w:tcPr>
          <w:p w:rsidR="003D21F7" w:rsidRPr="00D01E95" w:rsidRDefault="003D21F7" w:rsidP="00B25249">
            <w:pPr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за рахунок бюджетних коштів</w:t>
            </w:r>
          </w:p>
        </w:tc>
        <w:tc>
          <w:tcPr>
            <w:tcW w:w="3775" w:type="dxa"/>
          </w:tcPr>
          <w:p w:rsidR="003D21F7" w:rsidRPr="00D01E95" w:rsidRDefault="003D21F7" w:rsidP="00D01E9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21F7" w:rsidRPr="006F6E11" w:rsidTr="00D01E95">
        <w:tc>
          <w:tcPr>
            <w:tcW w:w="569" w:type="dxa"/>
          </w:tcPr>
          <w:p w:rsidR="003D21F7" w:rsidRPr="00D01E95" w:rsidRDefault="003D21F7" w:rsidP="00D01E95">
            <w:pPr>
              <w:ind w:left="-20"/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5.2.</w:t>
            </w:r>
          </w:p>
        </w:tc>
        <w:tc>
          <w:tcPr>
            <w:tcW w:w="5403" w:type="dxa"/>
          </w:tcPr>
          <w:p w:rsidR="003D21F7" w:rsidRPr="00D01E95" w:rsidRDefault="003D21F7" w:rsidP="00B25249">
            <w:pPr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 xml:space="preserve">кошти співфінансування </w:t>
            </w:r>
            <w:r w:rsidRPr="00D01E95">
              <w:rPr>
                <w:i/>
                <w:sz w:val="24"/>
                <w:szCs w:val="24"/>
                <w:lang w:val="uk-UA"/>
              </w:rPr>
              <w:t>(не менше 15% пункту 5)</w:t>
            </w:r>
          </w:p>
        </w:tc>
        <w:tc>
          <w:tcPr>
            <w:tcW w:w="3775" w:type="dxa"/>
          </w:tcPr>
          <w:p w:rsidR="003D21F7" w:rsidRPr="00D01E95" w:rsidRDefault="003D21F7" w:rsidP="00D01E9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21F7" w:rsidRPr="006F6E11" w:rsidTr="00D01E95">
        <w:tc>
          <w:tcPr>
            <w:tcW w:w="569" w:type="dxa"/>
          </w:tcPr>
          <w:p w:rsidR="003D21F7" w:rsidRPr="00D01E95" w:rsidRDefault="003D21F7" w:rsidP="00D01E95">
            <w:pPr>
              <w:ind w:left="-20"/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5403" w:type="dxa"/>
          </w:tcPr>
          <w:p w:rsidR="003D21F7" w:rsidRPr="00D01E95" w:rsidRDefault="003D21F7" w:rsidP="00B25249">
            <w:pPr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Загальна сума фінансової підтримки:</w:t>
            </w:r>
          </w:p>
        </w:tc>
        <w:tc>
          <w:tcPr>
            <w:tcW w:w="3775" w:type="dxa"/>
          </w:tcPr>
          <w:p w:rsidR="003D21F7" w:rsidRPr="00D01E95" w:rsidRDefault="003D21F7" w:rsidP="00D01E9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21F7" w:rsidRPr="006F6E11" w:rsidTr="00D01E95">
        <w:tc>
          <w:tcPr>
            <w:tcW w:w="569" w:type="dxa"/>
          </w:tcPr>
          <w:p w:rsidR="003D21F7" w:rsidRPr="00D01E95" w:rsidRDefault="003D21F7" w:rsidP="00D01E95">
            <w:pPr>
              <w:ind w:left="-20"/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6.1.</w:t>
            </w:r>
          </w:p>
        </w:tc>
        <w:tc>
          <w:tcPr>
            <w:tcW w:w="5403" w:type="dxa"/>
          </w:tcPr>
          <w:p w:rsidR="003D21F7" w:rsidRPr="00D01E95" w:rsidRDefault="003D21F7" w:rsidP="00B25249">
            <w:pPr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 xml:space="preserve">на програму (проект, захід) </w:t>
            </w:r>
            <w:r w:rsidRPr="00D01E95">
              <w:rPr>
                <w:i/>
                <w:sz w:val="24"/>
                <w:szCs w:val="24"/>
                <w:lang w:val="uk-UA"/>
              </w:rPr>
              <w:t>(дорівнює пункту 5.1.)</w:t>
            </w:r>
          </w:p>
        </w:tc>
        <w:tc>
          <w:tcPr>
            <w:tcW w:w="3775" w:type="dxa"/>
          </w:tcPr>
          <w:p w:rsidR="003D21F7" w:rsidRPr="00D01E95" w:rsidRDefault="003D21F7" w:rsidP="00D01E9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21F7" w:rsidRPr="006F6E11" w:rsidTr="00D01E95">
        <w:tc>
          <w:tcPr>
            <w:tcW w:w="569" w:type="dxa"/>
          </w:tcPr>
          <w:p w:rsidR="003D21F7" w:rsidRPr="00D01E95" w:rsidRDefault="003D21F7" w:rsidP="00D01E95">
            <w:pPr>
              <w:ind w:left="-20"/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6.2.</w:t>
            </w:r>
          </w:p>
        </w:tc>
        <w:tc>
          <w:tcPr>
            <w:tcW w:w="5403" w:type="dxa"/>
          </w:tcPr>
          <w:p w:rsidR="003D21F7" w:rsidRPr="00D01E95" w:rsidRDefault="003D21F7" w:rsidP="00B25249">
            <w:pPr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 xml:space="preserve">на адміністративні витрати </w:t>
            </w:r>
            <w:r w:rsidRPr="00D01E95">
              <w:rPr>
                <w:i/>
                <w:sz w:val="24"/>
                <w:szCs w:val="24"/>
                <w:lang w:val="uk-UA"/>
              </w:rPr>
              <w:t>(не більше 20% пункту 6)</w:t>
            </w:r>
          </w:p>
        </w:tc>
        <w:tc>
          <w:tcPr>
            <w:tcW w:w="3775" w:type="dxa"/>
          </w:tcPr>
          <w:p w:rsidR="003D21F7" w:rsidRPr="00D01E95" w:rsidRDefault="003D21F7" w:rsidP="00D01E9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21F7" w:rsidRPr="007E0ABE" w:rsidTr="00D01E95">
        <w:tc>
          <w:tcPr>
            <w:tcW w:w="569" w:type="dxa"/>
          </w:tcPr>
          <w:p w:rsidR="003D21F7" w:rsidRPr="00D01E95" w:rsidRDefault="003D21F7" w:rsidP="00D01E95">
            <w:pPr>
              <w:ind w:left="-20"/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5403" w:type="dxa"/>
          </w:tcPr>
          <w:p w:rsidR="003D21F7" w:rsidRPr="00D01E95" w:rsidRDefault="003D21F7" w:rsidP="00B25249">
            <w:pPr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Прізвище та ім’я керівника громадського об’єднання, місцезнаходження організації, телефон, факс, e-mail</w:t>
            </w:r>
          </w:p>
        </w:tc>
        <w:tc>
          <w:tcPr>
            <w:tcW w:w="3775" w:type="dxa"/>
          </w:tcPr>
          <w:p w:rsidR="003D21F7" w:rsidRPr="00D01E95" w:rsidRDefault="003D21F7" w:rsidP="00D01E9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21F7" w:rsidRPr="006F6E11" w:rsidTr="00D01E95">
        <w:tc>
          <w:tcPr>
            <w:tcW w:w="569" w:type="dxa"/>
          </w:tcPr>
          <w:p w:rsidR="003D21F7" w:rsidRPr="00D01E95" w:rsidRDefault="003D21F7" w:rsidP="00D01E95">
            <w:pPr>
              <w:ind w:left="-20"/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403" w:type="dxa"/>
          </w:tcPr>
          <w:p w:rsidR="003D21F7" w:rsidRPr="00D01E95" w:rsidRDefault="003D21F7" w:rsidP="00B25249">
            <w:pPr>
              <w:rPr>
                <w:sz w:val="24"/>
                <w:szCs w:val="24"/>
                <w:lang w:val="uk-UA"/>
              </w:rPr>
            </w:pPr>
            <w:r w:rsidRPr="00D01E95">
              <w:rPr>
                <w:sz w:val="24"/>
                <w:szCs w:val="24"/>
                <w:lang w:val="uk-UA"/>
              </w:rPr>
              <w:t>Прізвище, ім’я та посада керівника програми (проекту, заходу), поштова адреса, телефон, факс, e-mail</w:t>
            </w:r>
          </w:p>
        </w:tc>
        <w:tc>
          <w:tcPr>
            <w:tcW w:w="3775" w:type="dxa"/>
          </w:tcPr>
          <w:p w:rsidR="003D21F7" w:rsidRPr="00D01E95" w:rsidRDefault="003D21F7" w:rsidP="00D01E9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3D21F7" w:rsidRPr="006F6E11" w:rsidRDefault="003D21F7" w:rsidP="00612D44">
      <w:pPr>
        <w:spacing w:line="240" w:lineRule="auto"/>
        <w:jc w:val="center"/>
        <w:rPr>
          <w:lang w:val="uk-UA"/>
        </w:rPr>
      </w:pPr>
      <w:r w:rsidRPr="006F6E11">
        <w:rPr>
          <w:lang w:val="uk-UA"/>
        </w:rPr>
        <w:t>(заповнює учасник конкурсу)</w:t>
      </w:r>
    </w:p>
    <w:p w:rsidR="003D21F7" w:rsidRDefault="003D21F7" w:rsidP="00612D44">
      <w:pPr>
        <w:spacing w:line="240" w:lineRule="auto"/>
        <w:jc w:val="center"/>
        <w:rPr>
          <w:sz w:val="28"/>
          <w:szCs w:val="28"/>
          <w:lang w:val="uk-UA"/>
        </w:rPr>
      </w:pPr>
    </w:p>
    <w:p w:rsidR="003D21F7" w:rsidRPr="006F6E11" w:rsidRDefault="003D21F7" w:rsidP="00612D44">
      <w:pPr>
        <w:spacing w:line="240" w:lineRule="auto"/>
        <w:jc w:val="center"/>
        <w:rPr>
          <w:sz w:val="28"/>
          <w:szCs w:val="28"/>
          <w:lang w:val="uk-UA"/>
        </w:rPr>
      </w:pPr>
    </w:p>
    <w:p w:rsidR="003D21F7" w:rsidRDefault="003D21F7" w:rsidP="00612D44">
      <w:pPr>
        <w:spacing w:line="240" w:lineRule="auto"/>
        <w:jc w:val="both"/>
        <w:rPr>
          <w:sz w:val="28"/>
          <w:szCs w:val="28"/>
          <w:lang w:val="uk-UA"/>
        </w:rPr>
      </w:pPr>
      <w:r w:rsidRPr="006F6E11">
        <w:rPr>
          <w:sz w:val="28"/>
          <w:szCs w:val="28"/>
          <w:lang w:val="uk-UA"/>
        </w:rPr>
        <w:t>Цією заявою підтверджую про __________</w:t>
      </w:r>
      <w:r w:rsidRPr="00EF4186">
        <w:rPr>
          <w:sz w:val="28"/>
          <w:szCs w:val="28"/>
        </w:rPr>
        <w:t>___</w:t>
      </w:r>
      <w:r w:rsidRPr="006F6E11">
        <w:rPr>
          <w:sz w:val="28"/>
          <w:szCs w:val="28"/>
          <w:lang w:val="uk-UA"/>
        </w:rPr>
        <w:t xml:space="preserve">_____ факту порушення </w:t>
      </w:r>
      <w:r w:rsidRPr="006F6E11">
        <w:rPr>
          <w:sz w:val="28"/>
          <w:szCs w:val="28"/>
          <w:lang w:val="uk-UA"/>
        </w:rPr>
        <w:br/>
      </w:r>
      <w:r w:rsidRPr="006F6E11">
        <w:rPr>
          <w:sz w:val="18"/>
          <w:szCs w:val="18"/>
          <w:lang w:val="uk-UA"/>
        </w:rPr>
        <w:t xml:space="preserve">                                                 </w:t>
      </w:r>
      <w:r>
        <w:rPr>
          <w:sz w:val="18"/>
          <w:szCs w:val="18"/>
          <w:lang w:val="uk-UA"/>
        </w:rPr>
        <w:t xml:space="preserve">                             </w:t>
      </w:r>
      <w:r w:rsidRPr="006F6E11">
        <w:rPr>
          <w:sz w:val="18"/>
          <w:szCs w:val="18"/>
          <w:lang w:val="uk-UA"/>
        </w:rPr>
        <w:t xml:space="preserve">     </w:t>
      </w:r>
      <w:r>
        <w:rPr>
          <w:sz w:val="18"/>
          <w:szCs w:val="18"/>
          <w:lang w:val="uk-UA"/>
        </w:rPr>
        <w:t xml:space="preserve">   </w:t>
      </w:r>
      <w:r w:rsidRPr="00EF4186">
        <w:rPr>
          <w:sz w:val="18"/>
          <w:szCs w:val="18"/>
        </w:rPr>
        <w:t xml:space="preserve">               </w:t>
      </w:r>
      <w:r>
        <w:rPr>
          <w:sz w:val="18"/>
          <w:szCs w:val="18"/>
          <w:lang w:val="uk-UA"/>
        </w:rPr>
        <w:t xml:space="preserve">   </w:t>
      </w:r>
      <w:r w:rsidRPr="006F6E11">
        <w:rPr>
          <w:sz w:val="18"/>
          <w:szCs w:val="18"/>
          <w:lang w:val="uk-UA"/>
        </w:rPr>
        <w:t xml:space="preserve"> (відсутність / наявність)</w:t>
      </w:r>
      <w:r w:rsidRPr="00BA698B">
        <w:rPr>
          <w:sz w:val="28"/>
          <w:szCs w:val="28"/>
          <w:lang w:val="uk-UA"/>
        </w:rPr>
        <w:t xml:space="preserve"> </w:t>
      </w:r>
    </w:p>
    <w:p w:rsidR="003D21F7" w:rsidRPr="006F6E11" w:rsidRDefault="003D21F7" w:rsidP="00612D44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Pr="006F6E11">
        <w:rPr>
          <w:sz w:val="28"/>
          <w:szCs w:val="28"/>
          <w:lang w:val="uk-UA"/>
        </w:rPr>
        <w:t>ромадським</w:t>
      </w:r>
      <w:r>
        <w:rPr>
          <w:sz w:val="28"/>
          <w:szCs w:val="28"/>
          <w:lang w:val="uk-UA"/>
        </w:rPr>
        <w:t xml:space="preserve"> </w:t>
      </w:r>
      <w:r w:rsidRPr="006F6E11">
        <w:rPr>
          <w:sz w:val="28"/>
          <w:szCs w:val="28"/>
          <w:lang w:val="uk-UA"/>
        </w:rPr>
        <w:t>об’єднанням ветеранів</w:t>
      </w:r>
      <w:r>
        <w:rPr>
          <w:sz w:val="28"/>
          <w:szCs w:val="28"/>
          <w:lang w:val="uk-UA"/>
        </w:rPr>
        <w:t xml:space="preserve"> </w:t>
      </w:r>
      <w:r w:rsidRPr="007E0ABE">
        <w:rPr>
          <w:bCs/>
          <w:sz w:val="28"/>
          <w:szCs w:val="28"/>
          <w:lang w:val="uk-UA"/>
        </w:rPr>
        <w:t>та осіб, які постраждали внаслідок Чорнобильської катастрофи</w:t>
      </w:r>
      <w:r>
        <w:rPr>
          <w:bCs/>
          <w:sz w:val="28"/>
          <w:szCs w:val="28"/>
          <w:lang w:val="uk-UA"/>
        </w:rPr>
        <w:t>,</w:t>
      </w:r>
      <w:bookmarkStart w:id="0" w:name="_GoBack"/>
      <w:bookmarkEnd w:id="0"/>
      <w:r w:rsidRPr="006F6E11">
        <w:rPr>
          <w:sz w:val="28"/>
          <w:szCs w:val="28"/>
          <w:lang w:val="uk-UA"/>
        </w:rPr>
        <w:t xml:space="preserve"> вимог бюджетного законодавства протягом одного або двох попередніх бюджетних періодів.</w:t>
      </w:r>
    </w:p>
    <w:p w:rsidR="003D21F7" w:rsidRPr="006F6E11" w:rsidRDefault="003D21F7" w:rsidP="00612D44">
      <w:pPr>
        <w:spacing w:line="240" w:lineRule="auto"/>
        <w:rPr>
          <w:sz w:val="28"/>
          <w:szCs w:val="28"/>
          <w:lang w:val="uk-UA"/>
        </w:rPr>
      </w:pPr>
      <w:r w:rsidRPr="006F6E11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</w:t>
      </w:r>
    </w:p>
    <w:p w:rsidR="003D21F7" w:rsidRPr="006F6E11" w:rsidRDefault="003D21F7" w:rsidP="00612D44">
      <w:pPr>
        <w:spacing w:line="240" w:lineRule="auto"/>
        <w:jc w:val="center"/>
        <w:rPr>
          <w:sz w:val="16"/>
          <w:szCs w:val="16"/>
          <w:lang w:val="uk-UA"/>
        </w:rPr>
      </w:pPr>
      <w:r w:rsidRPr="006F6E11">
        <w:rPr>
          <w:sz w:val="16"/>
          <w:szCs w:val="16"/>
          <w:lang w:val="uk-UA"/>
        </w:rPr>
        <w:t xml:space="preserve">(заповнює учасник конкурсу у разі наявності факту порушення вимог бюджетного законодавства - </w:t>
      </w:r>
      <w:r w:rsidRPr="006F6E11">
        <w:rPr>
          <w:sz w:val="16"/>
          <w:szCs w:val="16"/>
          <w:lang w:val="uk-UA"/>
        </w:rPr>
        <w:br/>
        <w:t>вказується яке саме порушення вчинено та які заходи впливу були застосовані, зокрема попередження чи інші)</w:t>
      </w:r>
    </w:p>
    <w:p w:rsidR="003D21F7" w:rsidRPr="006F6E11" w:rsidRDefault="003D21F7" w:rsidP="00612D44">
      <w:pPr>
        <w:spacing w:line="240" w:lineRule="auto"/>
        <w:jc w:val="center"/>
        <w:rPr>
          <w:sz w:val="28"/>
          <w:szCs w:val="28"/>
          <w:lang w:val="uk-UA"/>
        </w:rPr>
      </w:pPr>
    </w:p>
    <w:p w:rsidR="003D21F7" w:rsidRPr="006F6E11" w:rsidRDefault="003D21F7" w:rsidP="00612D44">
      <w:pPr>
        <w:spacing w:line="24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3692"/>
        <w:gridCol w:w="416"/>
        <w:gridCol w:w="2749"/>
        <w:gridCol w:w="281"/>
        <w:gridCol w:w="2433"/>
      </w:tblGrid>
      <w:tr w:rsidR="003D21F7" w:rsidRPr="006F6E11" w:rsidTr="00D01E95">
        <w:tc>
          <w:tcPr>
            <w:tcW w:w="3692" w:type="dxa"/>
            <w:tcBorders>
              <w:bottom w:val="single" w:sz="4" w:space="0" w:color="auto"/>
            </w:tcBorders>
          </w:tcPr>
          <w:p w:rsidR="003D21F7" w:rsidRPr="00D01E95" w:rsidRDefault="003D21F7" w:rsidP="00B2524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6" w:type="dxa"/>
          </w:tcPr>
          <w:p w:rsidR="003D21F7" w:rsidRPr="00D01E95" w:rsidRDefault="003D21F7" w:rsidP="00B2524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9" w:type="dxa"/>
            <w:tcBorders>
              <w:bottom w:val="single" w:sz="4" w:space="0" w:color="auto"/>
            </w:tcBorders>
          </w:tcPr>
          <w:p w:rsidR="003D21F7" w:rsidRPr="00D01E95" w:rsidRDefault="003D21F7" w:rsidP="00B2524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3D21F7" w:rsidRPr="00D01E95" w:rsidRDefault="003D21F7" w:rsidP="00B2524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:rsidR="003D21F7" w:rsidRPr="00D01E95" w:rsidRDefault="003D21F7" w:rsidP="00B25249">
            <w:pPr>
              <w:rPr>
                <w:sz w:val="28"/>
                <w:szCs w:val="28"/>
                <w:lang w:val="uk-UA"/>
              </w:rPr>
            </w:pPr>
          </w:p>
        </w:tc>
      </w:tr>
      <w:tr w:rsidR="003D21F7" w:rsidRPr="006F6E11" w:rsidTr="00D01E95">
        <w:tc>
          <w:tcPr>
            <w:tcW w:w="3692" w:type="dxa"/>
            <w:tcBorders>
              <w:top w:val="single" w:sz="4" w:space="0" w:color="auto"/>
            </w:tcBorders>
          </w:tcPr>
          <w:p w:rsidR="003D21F7" w:rsidRPr="00D01E95" w:rsidRDefault="003D21F7" w:rsidP="00D01E95">
            <w:pPr>
              <w:jc w:val="center"/>
              <w:rPr>
                <w:lang w:val="uk-UA"/>
              </w:rPr>
            </w:pPr>
            <w:r w:rsidRPr="00D01E95">
              <w:rPr>
                <w:lang w:val="uk-UA"/>
              </w:rPr>
              <w:t>(посада керівника громадського об’єднання або уповноваженої особи)</w:t>
            </w:r>
          </w:p>
        </w:tc>
        <w:tc>
          <w:tcPr>
            <w:tcW w:w="416" w:type="dxa"/>
          </w:tcPr>
          <w:p w:rsidR="003D21F7" w:rsidRPr="00D01E95" w:rsidRDefault="003D21F7" w:rsidP="00D01E95">
            <w:pPr>
              <w:jc w:val="center"/>
              <w:rPr>
                <w:lang w:val="uk-UA"/>
              </w:rPr>
            </w:pPr>
          </w:p>
        </w:tc>
        <w:tc>
          <w:tcPr>
            <w:tcW w:w="2749" w:type="dxa"/>
            <w:tcBorders>
              <w:top w:val="single" w:sz="4" w:space="0" w:color="auto"/>
            </w:tcBorders>
          </w:tcPr>
          <w:p w:rsidR="003D21F7" w:rsidRPr="00D01E95" w:rsidRDefault="003D21F7" w:rsidP="00D01E95">
            <w:pPr>
              <w:jc w:val="center"/>
              <w:rPr>
                <w:lang w:val="uk-UA"/>
              </w:rPr>
            </w:pPr>
            <w:r w:rsidRPr="00D01E95">
              <w:rPr>
                <w:lang w:val="uk-UA"/>
              </w:rPr>
              <w:t>(підпис)</w:t>
            </w:r>
          </w:p>
        </w:tc>
        <w:tc>
          <w:tcPr>
            <w:tcW w:w="281" w:type="dxa"/>
          </w:tcPr>
          <w:p w:rsidR="003D21F7" w:rsidRPr="00D01E95" w:rsidRDefault="003D21F7" w:rsidP="00D01E95">
            <w:pPr>
              <w:jc w:val="center"/>
              <w:rPr>
                <w:lang w:val="uk-UA"/>
              </w:rPr>
            </w:pPr>
          </w:p>
        </w:tc>
        <w:tc>
          <w:tcPr>
            <w:tcW w:w="2433" w:type="dxa"/>
            <w:tcBorders>
              <w:top w:val="single" w:sz="4" w:space="0" w:color="auto"/>
            </w:tcBorders>
          </w:tcPr>
          <w:p w:rsidR="003D21F7" w:rsidRPr="00D01E95" w:rsidRDefault="003D21F7" w:rsidP="00D01E95">
            <w:pPr>
              <w:jc w:val="center"/>
              <w:rPr>
                <w:lang w:val="uk-UA"/>
              </w:rPr>
            </w:pPr>
            <w:r w:rsidRPr="00D01E95">
              <w:rPr>
                <w:lang w:val="uk-UA"/>
              </w:rPr>
              <w:t>(ПІБ)</w:t>
            </w:r>
          </w:p>
        </w:tc>
      </w:tr>
    </w:tbl>
    <w:p w:rsidR="003D21F7" w:rsidRPr="006F6E11" w:rsidRDefault="003D21F7" w:rsidP="00612D44">
      <w:pPr>
        <w:spacing w:line="240" w:lineRule="auto"/>
        <w:rPr>
          <w:sz w:val="28"/>
          <w:szCs w:val="28"/>
          <w:lang w:val="uk-UA"/>
        </w:rPr>
      </w:pPr>
    </w:p>
    <w:p w:rsidR="003D21F7" w:rsidRPr="006F6E11" w:rsidRDefault="003D21F7" w:rsidP="00612D44">
      <w:pPr>
        <w:spacing w:line="240" w:lineRule="auto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«</w:t>
      </w:r>
      <w:r w:rsidRPr="006F6E11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»</w:t>
      </w:r>
      <w:r w:rsidRPr="006F6E11">
        <w:rPr>
          <w:sz w:val="28"/>
          <w:szCs w:val="28"/>
          <w:lang w:val="uk-UA"/>
        </w:rPr>
        <w:t xml:space="preserve"> _________________ 20___ р.</w:t>
      </w:r>
      <w:r w:rsidRPr="006F6E11">
        <w:rPr>
          <w:sz w:val="24"/>
          <w:szCs w:val="24"/>
          <w:lang w:val="uk-UA"/>
        </w:rPr>
        <w:t xml:space="preserve"> </w:t>
      </w:r>
    </w:p>
    <w:p w:rsidR="003D21F7" w:rsidRDefault="003D21F7"/>
    <w:sectPr w:rsidR="003D21F7" w:rsidSect="00C41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2D44"/>
    <w:rsid w:val="00031776"/>
    <w:rsid w:val="00093796"/>
    <w:rsid w:val="001E6341"/>
    <w:rsid w:val="0028162B"/>
    <w:rsid w:val="002C0F04"/>
    <w:rsid w:val="002E0B32"/>
    <w:rsid w:val="003043FD"/>
    <w:rsid w:val="003B2125"/>
    <w:rsid w:val="003C0E9A"/>
    <w:rsid w:val="003C57C7"/>
    <w:rsid w:val="003D21F7"/>
    <w:rsid w:val="00496B62"/>
    <w:rsid w:val="00612D44"/>
    <w:rsid w:val="00644F6B"/>
    <w:rsid w:val="006E585B"/>
    <w:rsid w:val="006F6E11"/>
    <w:rsid w:val="00717AA4"/>
    <w:rsid w:val="00794406"/>
    <w:rsid w:val="007B58EA"/>
    <w:rsid w:val="007E0ABE"/>
    <w:rsid w:val="008C64A7"/>
    <w:rsid w:val="00B25249"/>
    <w:rsid w:val="00B41433"/>
    <w:rsid w:val="00B458C4"/>
    <w:rsid w:val="00BA698B"/>
    <w:rsid w:val="00BF615F"/>
    <w:rsid w:val="00C41C7C"/>
    <w:rsid w:val="00CA5AAD"/>
    <w:rsid w:val="00CE1A74"/>
    <w:rsid w:val="00D01E95"/>
    <w:rsid w:val="00E459F5"/>
    <w:rsid w:val="00E95430"/>
    <w:rsid w:val="00EF4186"/>
    <w:rsid w:val="00EF7499"/>
    <w:rsid w:val="00F555BD"/>
    <w:rsid w:val="00F64EAD"/>
    <w:rsid w:val="00F80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44"/>
    <w:pPr>
      <w:spacing w:line="100" w:lineRule="atLeast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12D4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432</Words>
  <Characters>2468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 Світлана Степанівна</dc:creator>
  <cp:keywords/>
  <dc:description/>
  <cp:lastModifiedBy>Admin</cp:lastModifiedBy>
  <cp:revision>17</cp:revision>
  <dcterms:created xsi:type="dcterms:W3CDTF">2018-06-05T12:48:00Z</dcterms:created>
  <dcterms:modified xsi:type="dcterms:W3CDTF">2019-01-23T12:32:00Z</dcterms:modified>
</cp:coreProperties>
</file>